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067B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067B6" w:rsidRPr="00E067B6">
        <w:rPr>
          <w:rFonts w:asciiTheme="majorHAnsi" w:eastAsia="Times New Roman" w:hAnsiTheme="majorHAnsi" w:cs="Times New Roman"/>
          <w:lang w:eastAsia="cs-CZ"/>
        </w:rPr>
        <w:t>4 Rámcové dohody</w:t>
      </w:r>
    </w:p>
    <w:p w:rsidR="00E067B6" w:rsidRDefault="00E067B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8E" w:rsidRDefault="00CB188E" w:rsidP="00962258">
      <w:pPr>
        <w:spacing w:after="0" w:line="240" w:lineRule="auto"/>
      </w:pPr>
      <w:r>
        <w:separator/>
      </w:r>
    </w:p>
  </w:endnote>
  <w:endnote w:type="continuationSeparator" w:id="0">
    <w:p w:rsidR="00CB188E" w:rsidRDefault="00CB1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094E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D4FD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67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67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836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D2F8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8E" w:rsidRDefault="00CB188E" w:rsidP="00962258">
      <w:pPr>
        <w:spacing w:after="0" w:line="240" w:lineRule="auto"/>
      </w:pPr>
      <w:r>
        <w:separator/>
      </w:r>
    </w:p>
  </w:footnote>
  <w:footnote w:type="continuationSeparator" w:id="0">
    <w:p w:rsidR="00CB188E" w:rsidRDefault="00CB1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E067B6">
      <w:trPr>
        <w:trHeight w:hRule="exact" w:val="743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6FF4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B188E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067B6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53E0D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73D433-07C4-436C-9853-E2927552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2022-03-07T12:04:00Z</dcterms:created>
  <dcterms:modified xsi:type="dcterms:W3CDTF">2022-03-07T12:04:00Z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